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3EDA5" w14:textId="77777777" w:rsidR="00E45042" w:rsidRDefault="00E45042" w:rsidP="00340397"/>
    <w:p w14:paraId="7BD797AE" w14:textId="77777777" w:rsidR="00A34C65" w:rsidRDefault="00A34C65" w:rsidP="00A34C65">
      <w:pPr>
        <w:pStyle w:val="Default"/>
      </w:pPr>
    </w:p>
    <w:p w14:paraId="5545C5CD" w14:textId="05B7967B" w:rsidR="00A34C65" w:rsidRDefault="00A34C65" w:rsidP="00A34C65">
      <w:pPr>
        <w:pStyle w:val="Default"/>
        <w:rPr>
          <w:sz w:val="22"/>
          <w:szCs w:val="22"/>
        </w:rPr>
      </w:pPr>
      <w:r>
        <w:rPr>
          <w:sz w:val="22"/>
          <w:szCs w:val="22"/>
        </w:rPr>
        <w:t xml:space="preserve">Tallinnas,  </w:t>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r>
      <w:r w:rsidR="0092507F">
        <w:rPr>
          <w:sz w:val="22"/>
          <w:szCs w:val="22"/>
        </w:rPr>
        <w:tab/>
        <w:t xml:space="preserve">                  </w:t>
      </w:r>
      <w:r w:rsidR="00956FDD">
        <w:rPr>
          <w:sz w:val="22"/>
          <w:szCs w:val="22"/>
        </w:rPr>
        <w:t xml:space="preserve">  </w:t>
      </w:r>
      <w:r w:rsidR="00AE3F6C">
        <w:rPr>
          <w:sz w:val="22"/>
          <w:szCs w:val="22"/>
        </w:rPr>
        <w:t>27</w:t>
      </w:r>
      <w:r>
        <w:rPr>
          <w:sz w:val="22"/>
          <w:szCs w:val="22"/>
        </w:rPr>
        <w:t>.</w:t>
      </w:r>
      <w:r w:rsidR="002D5C92">
        <w:rPr>
          <w:sz w:val="22"/>
          <w:szCs w:val="22"/>
        </w:rPr>
        <w:t>01</w:t>
      </w:r>
      <w:r>
        <w:rPr>
          <w:sz w:val="22"/>
          <w:szCs w:val="22"/>
        </w:rPr>
        <w:t>.202</w:t>
      </w:r>
      <w:r w:rsidR="00AE3F6C">
        <w:rPr>
          <w:sz w:val="22"/>
          <w:szCs w:val="22"/>
        </w:rPr>
        <w:t>5</w:t>
      </w:r>
      <w:r>
        <w:rPr>
          <w:sz w:val="22"/>
          <w:szCs w:val="22"/>
        </w:rPr>
        <w:t>. a.</w:t>
      </w:r>
    </w:p>
    <w:p w14:paraId="65373EDC" w14:textId="45857AD7" w:rsidR="00A34C65" w:rsidRDefault="00A34C65" w:rsidP="00A34C65">
      <w:pPr>
        <w:pStyle w:val="Default"/>
        <w:rPr>
          <w:b/>
          <w:bCs/>
          <w:sz w:val="22"/>
          <w:szCs w:val="22"/>
        </w:rPr>
      </w:pPr>
    </w:p>
    <w:p w14:paraId="2CC651BD" w14:textId="4F3A8C03" w:rsidR="0092507F" w:rsidRDefault="0092507F" w:rsidP="00A34C65">
      <w:pPr>
        <w:pStyle w:val="Default"/>
        <w:rPr>
          <w:b/>
          <w:bCs/>
          <w:sz w:val="22"/>
          <w:szCs w:val="22"/>
        </w:rPr>
      </w:pPr>
    </w:p>
    <w:p w14:paraId="141A2C74" w14:textId="77777777" w:rsidR="0092507F" w:rsidRDefault="0092507F" w:rsidP="00A34C65">
      <w:pPr>
        <w:pStyle w:val="Default"/>
        <w:rPr>
          <w:b/>
          <w:bCs/>
          <w:sz w:val="22"/>
          <w:szCs w:val="22"/>
        </w:rPr>
      </w:pPr>
    </w:p>
    <w:p w14:paraId="70C23A03" w14:textId="04C43CE8" w:rsidR="00A34C65" w:rsidRDefault="00A34C65" w:rsidP="00A34C65">
      <w:pPr>
        <w:pStyle w:val="Default"/>
        <w:rPr>
          <w:sz w:val="22"/>
          <w:szCs w:val="22"/>
        </w:rPr>
      </w:pPr>
      <w:r>
        <w:rPr>
          <w:b/>
          <w:bCs/>
          <w:sz w:val="22"/>
          <w:szCs w:val="22"/>
        </w:rPr>
        <w:t>VOLIKIRI NR.</w:t>
      </w:r>
      <w:r w:rsidR="00706F3E">
        <w:rPr>
          <w:b/>
          <w:bCs/>
          <w:sz w:val="22"/>
          <w:szCs w:val="22"/>
        </w:rPr>
        <w:t xml:space="preserve"> </w:t>
      </w:r>
      <w:r w:rsidR="00B83212">
        <w:rPr>
          <w:b/>
          <w:bCs/>
          <w:sz w:val="22"/>
          <w:szCs w:val="22"/>
        </w:rPr>
        <w:t>1134</w:t>
      </w:r>
      <w:r w:rsidR="00956FDD">
        <w:rPr>
          <w:b/>
          <w:bCs/>
          <w:sz w:val="22"/>
          <w:szCs w:val="22"/>
        </w:rPr>
        <w:t>-</w:t>
      </w:r>
      <w:r w:rsidR="00AE3F6C">
        <w:rPr>
          <w:b/>
          <w:bCs/>
          <w:sz w:val="22"/>
          <w:szCs w:val="22"/>
        </w:rPr>
        <w:t>4</w:t>
      </w:r>
    </w:p>
    <w:p w14:paraId="234C2FBB" w14:textId="77777777" w:rsidR="00A34C65" w:rsidRDefault="00A34C65" w:rsidP="00A34C65">
      <w:pPr>
        <w:pStyle w:val="Default"/>
        <w:rPr>
          <w:sz w:val="22"/>
          <w:szCs w:val="22"/>
        </w:rPr>
      </w:pPr>
    </w:p>
    <w:p w14:paraId="66387E8C" w14:textId="7B81731F" w:rsidR="00A34C65" w:rsidRDefault="00A34C65" w:rsidP="00A34C65">
      <w:pPr>
        <w:pStyle w:val="Default"/>
        <w:jc w:val="both"/>
        <w:rPr>
          <w:sz w:val="22"/>
          <w:szCs w:val="22"/>
        </w:rPr>
      </w:pPr>
      <w:r>
        <w:rPr>
          <w:sz w:val="22"/>
          <w:szCs w:val="22"/>
        </w:rPr>
        <w:t xml:space="preserve">Käesolevaga volitab Tariston AS, registrikood 10887843, asukoht Toompuiestee 35, 10149 Tallinn, mida esindab seaduse ja põhikirja alusel juhatuse esimees Kaspar Kaldjärv, teehoolde valdkonna juhti </w:t>
      </w:r>
    </w:p>
    <w:p w14:paraId="62FC5C34" w14:textId="77777777" w:rsidR="00A34C65" w:rsidRDefault="00A34C65" w:rsidP="00A34C65">
      <w:pPr>
        <w:pStyle w:val="Default"/>
        <w:jc w:val="both"/>
        <w:rPr>
          <w:sz w:val="22"/>
          <w:szCs w:val="22"/>
        </w:rPr>
      </w:pPr>
    </w:p>
    <w:p w14:paraId="205BABA2" w14:textId="302A549A" w:rsidR="00A34C65" w:rsidRPr="00A34C65" w:rsidRDefault="00A34C65" w:rsidP="00A34C65">
      <w:pPr>
        <w:pStyle w:val="Default"/>
        <w:jc w:val="both"/>
        <w:rPr>
          <w:b/>
          <w:bCs/>
          <w:sz w:val="22"/>
          <w:szCs w:val="22"/>
        </w:rPr>
      </w:pPr>
      <w:r w:rsidRPr="00A34C65">
        <w:rPr>
          <w:b/>
          <w:bCs/>
          <w:sz w:val="22"/>
          <w:szCs w:val="22"/>
        </w:rPr>
        <w:t xml:space="preserve">Alvar Aedma’d, isikukood 38409254916 </w:t>
      </w:r>
    </w:p>
    <w:p w14:paraId="30CB282E" w14:textId="77777777" w:rsidR="00A34C65" w:rsidRDefault="00A34C65" w:rsidP="00A34C65">
      <w:pPr>
        <w:pStyle w:val="Default"/>
        <w:jc w:val="both"/>
        <w:rPr>
          <w:sz w:val="22"/>
          <w:szCs w:val="22"/>
        </w:rPr>
      </w:pPr>
    </w:p>
    <w:p w14:paraId="77D43978" w14:textId="066A22F1" w:rsidR="00A34C65" w:rsidRDefault="00A34C65" w:rsidP="00A34C65">
      <w:pPr>
        <w:pStyle w:val="Default"/>
        <w:jc w:val="both"/>
        <w:rPr>
          <w:sz w:val="22"/>
          <w:szCs w:val="22"/>
        </w:rPr>
      </w:pPr>
      <w:r>
        <w:rPr>
          <w:sz w:val="22"/>
          <w:szCs w:val="22"/>
        </w:rPr>
        <w:t xml:space="preserve">Esindama Tariston AS-i hangete menetluses tehingute ja toimingute tegemisel, asjaajamisel ja vaidlustes, sealhulgas tegutsema pakkuja ametliku esindajana, esitama ja allkirjastama taotlusi ja pakkumusi ning muid hankemenetlusega seotud dokumente, võtma vastu hankemenetlusega seotud dokumente, suhtlema hankijatega, hankemenetluse osalistega ja õiguskaitseinstitutsioonidega, sealhulgas esitama ja vastu võtma küsimusi, järelepärimisi, vaidlustusi, avaldusi ja muid taolisi dokumente. </w:t>
      </w:r>
    </w:p>
    <w:p w14:paraId="02E2C887" w14:textId="77777777" w:rsidR="00A34C65" w:rsidRDefault="00A34C65" w:rsidP="00A34C65">
      <w:pPr>
        <w:pStyle w:val="Default"/>
        <w:jc w:val="both"/>
        <w:rPr>
          <w:b/>
          <w:bCs/>
          <w:sz w:val="22"/>
          <w:szCs w:val="22"/>
        </w:rPr>
      </w:pPr>
    </w:p>
    <w:p w14:paraId="5D15D69A" w14:textId="77777777" w:rsidR="0092507F" w:rsidRDefault="0092507F" w:rsidP="00A34C65">
      <w:pPr>
        <w:pStyle w:val="Default"/>
        <w:jc w:val="both"/>
        <w:rPr>
          <w:b/>
          <w:bCs/>
          <w:sz w:val="22"/>
          <w:szCs w:val="22"/>
        </w:rPr>
      </w:pPr>
    </w:p>
    <w:p w14:paraId="2C6F0559" w14:textId="77777777" w:rsidR="0092507F" w:rsidRDefault="0092507F" w:rsidP="00A34C65">
      <w:pPr>
        <w:pStyle w:val="Default"/>
        <w:jc w:val="both"/>
        <w:rPr>
          <w:b/>
          <w:bCs/>
          <w:sz w:val="22"/>
          <w:szCs w:val="22"/>
        </w:rPr>
      </w:pPr>
    </w:p>
    <w:p w14:paraId="3AF03F31" w14:textId="406A41B1" w:rsidR="00A34C65" w:rsidRDefault="00A34C65" w:rsidP="00A34C65">
      <w:pPr>
        <w:pStyle w:val="Default"/>
        <w:jc w:val="both"/>
        <w:rPr>
          <w:b/>
          <w:bCs/>
          <w:sz w:val="22"/>
          <w:szCs w:val="22"/>
        </w:rPr>
      </w:pPr>
      <w:r>
        <w:rPr>
          <w:b/>
          <w:bCs/>
          <w:sz w:val="22"/>
          <w:szCs w:val="22"/>
        </w:rPr>
        <w:t xml:space="preserve">Volikiri on kehtiv </w:t>
      </w:r>
      <w:r w:rsidR="00AE3F6C">
        <w:rPr>
          <w:b/>
          <w:bCs/>
          <w:sz w:val="22"/>
          <w:szCs w:val="22"/>
        </w:rPr>
        <w:t>27</w:t>
      </w:r>
      <w:r>
        <w:rPr>
          <w:b/>
          <w:bCs/>
          <w:sz w:val="22"/>
          <w:szCs w:val="22"/>
        </w:rPr>
        <w:t>.</w:t>
      </w:r>
      <w:r w:rsidR="003F7E4C">
        <w:rPr>
          <w:b/>
          <w:bCs/>
          <w:sz w:val="22"/>
          <w:szCs w:val="22"/>
        </w:rPr>
        <w:t>01</w:t>
      </w:r>
      <w:r>
        <w:rPr>
          <w:b/>
          <w:bCs/>
          <w:sz w:val="22"/>
          <w:szCs w:val="22"/>
        </w:rPr>
        <w:t>.202</w:t>
      </w:r>
      <w:r w:rsidR="00AE3F6C">
        <w:rPr>
          <w:b/>
          <w:bCs/>
          <w:sz w:val="22"/>
          <w:szCs w:val="22"/>
        </w:rPr>
        <w:t>5</w:t>
      </w:r>
      <w:r>
        <w:rPr>
          <w:b/>
          <w:bCs/>
          <w:sz w:val="22"/>
          <w:szCs w:val="22"/>
        </w:rPr>
        <w:t>. a. kuni 31.01.202</w:t>
      </w:r>
      <w:r w:rsidR="00AE3F6C">
        <w:rPr>
          <w:b/>
          <w:bCs/>
          <w:sz w:val="22"/>
          <w:szCs w:val="22"/>
        </w:rPr>
        <w:t>6</w:t>
      </w:r>
      <w:r>
        <w:rPr>
          <w:b/>
          <w:bCs/>
          <w:sz w:val="22"/>
          <w:szCs w:val="22"/>
        </w:rPr>
        <w:t>. a.</w:t>
      </w:r>
    </w:p>
    <w:p w14:paraId="23ADA5B5" w14:textId="08A84874" w:rsidR="00A34C65" w:rsidRDefault="00A34C65" w:rsidP="00A34C65">
      <w:pPr>
        <w:pStyle w:val="Default"/>
        <w:jc w:val="both"/>
        <w:rPr>
          <w:sz w:val="22"/>
          <w:szCs w:val="22"/>
        </w:rPr>
      </w:pPr>
      <w:r>
        <w:rPr>
          <w:b/>
          <w:bCs/>
          <w:sz w:val="22"/>
          <w:szCs w:val="22"/>
        </w:rPr>
        <w:t xml:space="preserve"> </w:t>
      </w:r>
    </w:p>
    <w:p w14:paraId="57BAE6FF" w14:textId="77777777" w:rsidR="00A34C65" w:rsidRDefault="00A34C65" w:rsidP="00A34C65">
      <w:pPr>
        <w:pStyle w:val="Default"/>
        <w:rPr>
          <w:sz w:val="22"/>
          <w:szCs w:val="22"/>
        </w:rPr>
      </w:pPr>
      <w:r>
        <w:rPr>
          <w:sz w:val="22"/>
          <w:szCs w:val="22"/>
        </w:rPr>
        <w:t xml:space="preserve">Volikiri on välja antud edasivolitamise õiguseta. </w:t>
      </w:r>
    </w:p>
    <w:p w14:paraId="149B43A3" w14:textId="77777777" w:rsidR="00A34C65" w:rsidRDefault="00A34C65" w:rsidP="00A34C65">
      <w:pPr>
        <w:pStyle w:val="Default"/>
        <w:rPr>
          <w:i/>
          <w:iCs/>
          <w:sz w:val="22"/>
          <w:szCs w:val="22"/>
        </w:rPr>
      </w:pPr>
    </w:p>
    <w:p w14:paraId="6817AEBF" w14:textId="77777777" w:rsidR="0092507F" w:rsidRDefault="0092507F" w:rsidP="00A34C65">
      <w:pPr>
        <w:pStyle w:val="Default"/>
        <w:rPr>
          <w:i/>
          <w:iCs/>
          <w:sz w:val="22"/>
          <w:szCs w:val="22"/>
        </w:rPr>
      </w:pPr>
    </w:p>
    <w:p w14:paraId="383CA119" w14:textId="3A2CE9F2" w:rsidR="00A34C65" w:rsidRDefault="00A34C65" w:rsidP="00A34C65">
      <w:pPr>
        <w:pStyle w:val="Default"/>
        <w:rPr>
          <w:sz w:val="22"/>
          <w:szCs w:val="22"/>
        </w:rPr>
      </w:pPr>
      <w:r>
        <w:rPr>
          <w:i/>
          <w:iCs/>
          <w:sz w:val="22"/>
          <w:szCs w:val="22"/>
        </w:rPr>
        <w:t xml:space="preserve">/allkirjastatud digitaalselt/ </w:t>
      </w:r>
    </w:p>
    <w:p w14:paraId="08FD1B78" w14:textId="77777777" w:rsidR="00A34C65" w:rsidRDefault="00A34C65" w:rsidP="00A34C65">
      <w:pPr>
        <w:pStyle w:val="Default"/>
        <w:rPr>
          <w:sz w:val="22"/>
          <w:szCs w:val="22"/>
        </w:rPr>
      </w:pPr>
      <w:r>
        <w:rPr>
          <w:sz w:val="22"/>
          <w:szCs w:val="22"/>
        </w:rPr>
        <w:t xml:space="preserve">________________________ </w:t>
      </w:r>
    </w:p>
    <w:p w14:paraId="711386D5" w14:textId="77777777" w:rsidR="00A34C65" w:rsidRDefault="00A34C65" w:rsidP="00A34C65">
      <w:pPr>
        <w:pStyle w:val="Default"/>
        <w:rPr>
          <w:sz w:val="22"/>
          <w:szCs w:val="22"/>
        </w:rPr>
      </w:pPr>
      <w:r>
        <w:rPr>
          <w:sz w:val="22"/>
          <w:szCs w:val="22"/>
        </w:rPr>
        <w:t xml:space="preserve">Kaspar Kaldjärv </w:t>
      </w:r>
    </w:p>
    <w:p w14:paraId="15289B15" w14:textId="77777777" w:rsidR="00A34C65" w:rsidRDefault="00A34C65" w:rsidP="00A34C65">
      <w:pPr>
        <w:pStyle w:val="Default"/>
        <w:rPr>
          <w:sz w:val="22"/>
          <w:szCs w:val="22"/>
        </w:rPr>
      </w:pPr>
      <w:r>
        <w:rPr>
          <w:sz w:val="22"/>
          <w:szCs w:val="22"/>
        </w:rPr>
        <w:t xml:space="preserve">Tariston AS </w:t>
      </w:r>
    </w:p>
    <w:p w14:paraId="6640B805" w14:textId="51D2384A" w:rsidR="009B7034" w:rsidRPr="00340397" w:rsidRDefault="00A34C65" w:rsidP="00A34C65">
      <w:r>
        <w:t>Juhatuse esimees</w:t>
      </w:r>
    </w:p>
    <w:sectPr w:rsidR="009B7034" w:rsidRPr="00340397" w:rsidSect="00AC026B">
      <w:headerReference w:type="even" r:id="rId10"/>
      <w:headerReference w:type="default" r:id="rId11"/>
      <w:footerReference w:type="even" r:id="rId12"/>
      <w:footerReference w:type="default" r:id="rId13"/>
      <w:headerReference w:type="first" r:id="rId14"/>
      <w:footerReference w:type="first" r:id="rId15"/>
      <w:pgSz w:w="11906" w:h="16838"/>
      <w:pgMar w:top="1814" w:right="1559"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A6B88" w14:textId="77777777" w:rsidR="00680C5E" w:rsidRDefault="00680C5E" w:rsidP="005625D9">
      <w:pPr>
        <w:spacing w:after="0" w:line="240" w:lineRule="auto"/>
      </w:pPr>
      <w:r>
        <w:separator/>
      </w:r>
    </w:p>
  </w:endnote>
  <w:endnote w:type="continuationSeparator" w:id="0">
    <w:p w14:paraId="02029875" w14:textId="77777777" w:rsidR="00680C5E" w:rsidRDefault="00680C5E" w:rsidP="0056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E15BC" w14:textId="77777777" w:rsidR="00A9673B" w:rsidRDefault="00A96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958FD" w14:textId="77777777" w:rsidR="00A9673B" w:rsidRDefault="00A967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3E998" w14:textId="77777777" w:rsidR="005625D9" w:rsidRDefault="00555403">
    <w:pPr>
      <w:pStyle w:val="Footer"/>
    </w:pPr>
    <w:r>
      <w:rPr>
        <w:noProof/>
        <w:lang w:eastAsia="et-EE"/>
      </w:rPr>
      <w:drawing>
        <wp:anchor distT="0" distB="0" distL="114300" distR="114300" simplePos="0" relativeHeight="251659264" behindDoc="0" locked="0" layoutInCell="1" allowOverlap="1" wp14:anchorId="79D7F74D" wp14:editId="6D373D61">
          <wp:simplePos x="0" y="0"/>
          <wp:positionH relativeFrom="margin">
            <wp:posOffset>-346234</wp:posOffset>
          </wp:positionH>
          <wp:positionV relativeFrom="paragraph">
            <wp:posOffset>-231775</wp:posOffset>
          </wp:positionV>
          <wp:extent cx="6065048" cy="349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065048" cy="34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DB5DB" w14:textId="77777777" w:rsidR="00680C5E" w:rsidRDefault="00680C5E" w:rsidP="005625D9">
      <w:pPr>
        <w:spacing w:after="0" w:line="240" w:lineRule="auto"/>
      </w:pPr>
      <w:r>
        <w:separator/>
      </w:r>
    </w:p>
  </w:footnote>
  <w:footnote w:type="continuationSeparator" w:id="0">
    <w:p w14:paraId="5DB6A884" w14:textId="77777777" w:rsidR="00680C5E" w:rsidRDefault="00680C5E" w:rsidP="005625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2D594" w14:textId="77777777" w:rsidR="00A9673B" w:rsidRDefault="00A967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106BC" w14:textId="77777777" w:rsidR="005625D9" w:rsidRDefault="005625D9">
    <w:pPr>
      <w:pStyle w:val="Header"/>
    </w:pPr>
  </w:p>
  <w:p w14:paraId="677C236D" w14:textId="77777777" w:rsidR="005625D9" w:rsidRDefault="005625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C2D37" w14:textId="77777777" w:rsidR="004D66EC" w:rsidRDefault="004D66EC">
    <w:pPr>
      <w:pStyle w:val="Header"/>
    </w:pPr>
    <w:r>
      <w:rPr>
        <w:noProof/>
        <w:lang w:eastAsia="et-EE"/>
      </w:rPr>
      <w:drawing>
        <wp:anchor distT="0" distB="0" distL="114300" distR="114300" simplePos="0" relativeHeight="251660288" behindDoc="0" locked="0" layoutInCell="1" allowOverlap="1" wp14:anchorId="27F4C9A0" wp14:editId="74E7C0AF">
          <wp:simplePos x="0" y="0"/>
          <wp:positionH relativeFrom="page">
            <wp:posOffset>702310</wp:posOffset>
          </wp:positionH>
          <wp:positionV relativeFrom="page">
            <wp:posOffset>702310</wp:posOffset>
          </wp:positionV>
          <wp:extent cx="1627200" cy="291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riston_header_300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65"/>
    <w:rsid w:val="000F45A9"/>
    <w:rsid w:val="00104886"/>
    <w:rsid w:val="00152752"/>
    <w:rsid w:val="001B2B26"/>
    <w:rsid w:val="00265260"/>
    <w:rsid w:val="00282832"/>
    <w:rsid w:val="002920A2"/>
    <w:rsid w:val="002D5C92"/>
    <w:rsid w:val="00340397"/>
    <w:rsid w:val="003A64F4"/>
    <w:rsid w:val="003F7E4C"/>
    <w:rsid w:val="00473572"/>
    <w:rsid w:val="004D66EC"/>
    <w:rsid w:val="004F0740"/>
    <w:rsid w:val="00523EC9"/>
    <w:rsid w:val="00555403"/>
    <w:rsid w:val="00557522"/>
    <w:rsid w:val="005625D9"/>
    <w:rsid w:val="00632210"/>
    <w:rsid w:val="00680C5E"/>
    <w:rsid w:val="00687806"/>
    <w:rsid w:val="006F6447"/>
    <w:rsid w:val="00706F3E"/>
    <w:rsid w:val="00794D85"/>
    <w:rsid w:val="007A4ED1"/>
    <w:rsid w:val="007A7DBC"/>
    <w:rsid w:val="00865707"/>
    <w:rsid w:val="008A39F4"/>
    <w:rsid w:val="008C2E1A"/>
    <w:rsid w:val="0092507F"/>
    <w:rsid w:val="00956FDD"/>
    <w:rsid w:val="009B7034"/>
    <w:rsid w:val="00A34C65"/>
    <w:rsid w:val="00A90CC9"/>
    <w:rsid w:val="00A9673B"/>
    <w:rsid w:val="00AB2AD0"/>
    <w:rsid w:val="00AC026B"/>
    <w:rsid w:val="00AD6EAE"/>
    <w:rsid w:val="00AE3F6C"/>
    <w:rsid w:val="00B24512"/>
    <w:rsid w:val="00B83212"/>
    <w:rsid w:val="00BC4AEF"/>
    <w:rsid w:val="00C07D06"/>
    <w:rsid w:val="00D15080"/>
    <w:rsid w:val="00D46D25"/>
    <w:rsid w:val="00E0014E"/>
    <w:rsid w:val="00E11B0A"/>
    <w:rsid w:val="00E45042"/>
    <w:rsid w:val="00E8669F"/>
    <w:rsid w:val="00EC4BD9"/>
    <w:rsid w:val="00FE71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6F1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25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625D9"/>
  </w:style>
  <w:style w:type="paragraph" w:styleId="Footer">
    <w:name w:val="footer"/>
    <w:basedOn w:val="Normal"/>
    <w:link w:val="FooterChar"/>
    <w:uiPriority w:val="99"/>
    <w:unhideWhenUsed/>
    <w:rsid w:val="005625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25D9"/>
  </w:style>
  <w:style w:type="paragraph" w:styleId="BalloonText">
    <w:name w:val="Balloon Text"/>
    <w:basedOn w:val="Normal"/>
    <w:link w:val="BalloonTextChar"/>
    <w:uiPriority w:val="99"/>
    <w:semiHidden/>
    <w:unhideWhenUsed/>
    <w:rsid w:val="00C07D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D06"/>
    <w:rPr>
      <w:rFonts w:ascii="Segoe UI" w:hAnsi="Segoe UI" w:cs="Segoe UI"/>
      <w:sz w:val="18"/>
      <w:szCs w:val="18"/>
    </w:rPr>
  </w:style>
  <w:style w:type="paragraph" w:customStyle="1" w:styleId="Default">
    <w:name w:val="Default"/>
    <w:rsid w:val="00A34C6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kaldjarv\Desktop\Kirjaplank_Tarist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tsess xmlns="56cb1f15-8d91-4953-9062-89fd812f069c">00</Protsess>
    <protseduuri_x0020_jrk_x0020_nr xmlns="56cb1f15-8d91-4953-9062-89fd812f069c">1</protseduuri_x0020_jrk_x0020_nr>
    <Protseduur xmlns="56cb1f15-8d91-4953-9062-89fd812f069c">00 Põhjad</Protseduur>
    <dok_x0020_liik xmlns="56cb1f15-8d91-4953-9062-89fd812f069c">Vorm</dok_x0020_liik>
    <_dlc_DocId xmlns="e7633701-8093-42e3-a6ad-2cfd16ebefa7">TQQAJPP7U5A7-1804-20</_dlc_DocId>
    <_dlc_DocIdUrl xmlns="e7633701-8093-42e3-a6ad-2cfd16ebefa7">
      <Url>http://dms/trt/02/_layouts/15/DocIdRedir.aspx?ID=TQQAJPP7U5A7-1804-20</Url>
      <Description>TQQAJPP7U5A7-1804-20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F1CED7AD48744FBA129F8D66C4F59F" ma:contentTypeVersion="4" ma:contentTypeDescription="Create a new document." ma:contentTypeScope="" ma:versionID="2c87484301ab812bcb75f927a753b4c0">
  <xsd:schema xmlns:xsd="http://www.w3.org/2001/XMLSchema" xmlns:xs="http://www.w3.org/2001/XMLSchema" xmlns:p="http://schemas.microsoft.com/office/2006/metadata/properties" xmlns:ns2="e7633701-8093-42e3-a6ad-2cfd16ebefa7" xmlns:ns3="56cb1f15-8d91-4953-9062-89fd812f069c" targetNamespace="http://schemas.microsoft.com/office/2006/metadata/properties" ma:root="true" ma:fieldsID="0fd1f94dc9cf5fec90e3b04a2fe25b38" ns2:_="" ns3:_="">
    <xsd:import namespace="e7633701-8093-42e3-a6ad-2cfd16ebefa7"/>
    <xsd:import namespace="56cb1f15-8d91-4953-9062-89fd812f069c"/>
    <xsd:element name="properties">
      <xsd:complexType>
        <xsd:sequence>
          <xsd:element name="documentManagement">
            <xsd:complexType>
              <xsd:all>
                <xsd:element ref="ns2:_dlc_DocId" minOccurs="0"/>
                <xsd:element ref="ns2:_dlc_DocIdUrl" minOccurs="0"/>
                <xsd:element ref="ns2:_dlc_DocIdPersistId" minOccurs="0"/>
                <xsd:element ref="ns3:Protseduur" minOccurs="0"/>
                <xsd:element ref="ns3:Protsess" minOccurs="0"/>
                <xsd:element ref="ns3:protseduuri_x0020_jrk_x0020_nr" minOccurs="0"/>
                <xsd:element ref="ns3:dok_x0020_lii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33701-8093-42e3-a6ad-2cfd16ebefa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6cb1f15-8d91-4953-9062-89fd812f069c" elementFormDefault="qualified">
    <xsd:import namespace="http://schemas.microsoft.com/office/2006/documentManagement/types"/>
    <xsd:import namespace="http://schemas.microsoft.com/office/infopath/2007/PartnerControls"/>
    <xsd:element name="Protseduur" ma:index="11" nillable="true" ma:displayName="Protseduur" ma:description="Millise protseduuri juures dokument loodud" ma:format="Dropdown" ma:internalName="Protseduur">
      <xsd:simpleType>
        <xsd:restriction base="dms:Choice">
          <xsd:enumeration value="00"/>
          <xsd:enumeration value="00 Põhjad"/>
          <xsd:enumeration value="01 Juhtimine ja suhtlus"/>
          <xsd:enumeration value="02 Mittevastavuste ja kaebuste käsitlemine"/>
          <xsd:enumeration value="03 Raamatupidamine"/>
          <xsd:enumeration value="04 Töösuhted ja personaliarendus"/>
          <xsd:enumeration value="05 Töö- ja keskkonnaohutus ettevõttes"/>
          <xsd:enumeration value="06 Sõidukid ja haldus"/>
          <xsd:enumeration value="07 Töö leidmine ja pakkumine"/>
          <xsd:enumeration value="08 Tellijaga lepingu sõlmimine ja töösseandmine"/>
          <xsd:enumeration value="09 Allhangete korraldamine ja allhankeleping"/>
          <xsd:enumeration value="10 Töö- ja keskkonnaohutus objektil"/>
          <xsd:enumeration value="11 Ehitustööde planeerimine ja juhtimine"/>
          <xsd:enumeration value="12 Ehitustööde lõpetamine ja garantiiperiood"/>
          <xsd:enumeration value="13 Teehooldetööd"/>
          <xsd:enumeration value="14 Pindamine"/>
          <xsd:enumeration value="15 Mäetööd"/>
          <xsd:enumeration value="16 Liikluskorraldusvahendite tootmine"/>
          <xsd:enumeration value="17 Rasketehnika"/>
          <xsd:enumeration value="18 Asfaltsegude tootmine"/>
          <xsd:enumeration value="19 Labor"/>
          <xsd:enumeration value="20 Asfaldi paigaldamine"/>
        </xsd:restriction>
      </xsd:simpleType>
    </xsd:element>
    <xsd:element name="Protsess" ma:index="12" nillable="true" ma:displayName="Protsess" ma:default="00" ma:format="Dropdown" ma:internalName="Protsess">
      <xsd:simpleType>
        <xsd:restriction base="dms:Choice">
          <xsd:enumeration value="00"/>
          <xsd:enumeration value="01 ÜLDTOIMINGUD"/>
          <xsd:enumeration value="02 MÜÜK JA HANKIMINE"/>
          <xsd:enumeration value="03 EHITUSOBJEKTI TEOSTAMINE"/>
          <xsd:enumeration value="04 TEEHOOLE; TEHNIKA JA TOOTMINE"/>
        </xsd:restriction>
      </xsd:simpleType>
    </xsd:element>
    <xsd:element name="protseduuri_x0020_jrk_x0020_nr" ma:index="13" nillable="true" ma:displayName="dok jrk nr" ma:description="selle järgi saab järjestada, et ei oleks tähestikuliselt" ma:internalName="protseduuri_x0020_jrk_x0020_nr" ma:percentage="FALSE">
      <xsd:simpleType>
        <xsd:restriction base="dms:Number"/>
      </xsd:simpleType>
    </xsd:element>
    <xsd:element name="dok_x0020_liik" ma:index="14" nillable="true" ma:displayName="dok liik" ma:default="Protseduur" ma:description="Kas protseduur, juhend/kord, vorm vm" ma:format="Dropdown" ma:internalName="dok_x0020_liik">
      <xsd:simpleType>
        <xsd:restriction base="dms:Choice">
          <xsd:enumeration value="Protseduur"/>
          <xsd:enumeration value="Juhend/kord"/>
          <xsd:enumeration value="Vorm"/>
          <xsd:enumeration value="Näid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243073-24CE-411E-81F4-A820898E67E9}">
  <ds:schemaRefs>
    <ds:schemaRef ds:uri="http://schemas.microsoft.com/office/2006/metadata/properties"/>
    <ds:schemaRef ds:uri="http://schemas.microsoft.com/office/infopath/2007/PartnerControls"/>
    <ds:schemaRef ds:uri="56cb1f15-8d91-4953-9062-89fd812f069c"/>
    <ds:schemaRef ds:uri="e7633701-8093-42e3-a6ad-2cfd16ebefa7"/>
  </ds:schemaRefs>
</ds:datastoreItem>
</file>

<file path=customXml/itemProps2.xml><?xml version="1.0" encoding="utf-8"?>
<ds:datastoreItem xmlns:ds="http://schemas.openxmlformats.org/officeDocument/2006/customXml" ds:itemID="{4BF0B84B-5B2A-4CFC-8B8F-21D247568335}">
  <ds:schemaRefs>
    <ds:schemaRef ds:uri="http://schemas.microsoft.com/sharepoint/v3/contenttype/forms"/>
  </ds:schemaRefs>
</ds:datastoreItem>
</file>

<file path=customXml/itemProps3.xml><?xml version="1.0" encoding="utf-8"?>
<ds:datastoreItem xmlns:ds="http://schemas.openxmlformats.org/officeDocument/2006/customXml" ds:itemID="{276EEE4E-6014-4CFD-AFA6-B5EEC3FFB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33701-8093-42e3-a6ad-2cfd16ebefa7"/>
    <ds:schemaRef ds:uri="56cb1f15-8d91-4953-9062-89fd812f06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084C33-BABF-4C48-8B74-F328469E425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Kirjaplank_Tariston</Template>
  <TotalTime>0</TotalTime>
  <Pages>1</Pages>
  <Words>150</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2020-12-09T16:18:00Z</dcterms:created>
  <dcterms:modified xsi:type="dcterms:W3CDTF">2025-01-27T10:50:00Z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0x010100C0F1CED7AD48744FBA129F8D66C4F59F</vt:lpwstr>
  </property>
  <property fmtid="{D5CDD505-2E9C-101B-9397-08002B2CF9AE}" pid="3" name="_dlc_DocIdItemGuid">
    <vt:lpwstr>97b52d5c-5161-4816-bd85-82ca9d37e254</vt:lpwstr>
  </property>
</Properties>
</file>